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A9" w:rsidRPr="009F2DD5" w:rsidRDefault="00724472" w:rsidP="006634C1">
      <w:pPr>
        <w:pStyle w:val="ZEmetteur"/>
      </w:pPr>
      <w:r w:rsidRPr="009F2DD5">
        <w:rPr>
          <w:noProof/>
        </w:rPr>
        <w:drawing>
          <wp:anchor distT="0" distB="0" distL="114300" distR="114300" simplePos="0" relativeHeight="251659264" behindDoc="0" locked="0" layoutInCell="1" allowOverlap="1" wp14:anchorId="6298CC4D" wp14:editId="28FBF6D8">
            <wp:simplePos x="0" y="0"/>
            <wp:positionH relativeFrom="page">
              <wp:posOffset>450215</wp:posOffset>
            </wp:positionH>
            <wp:positionV relativeFrom="page">
              <wp:posOffset>326390</wp:posOffset>
            </wp:positionV>
            <wp:extent cx="1364615" cy="122428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44EE" w:rsidRDefault="006044EE" w:rsidP="006044EE">
      <w:pPr>
        <w:tabs>
          <w:tab w:val="left" w:pos="5954"/>
        </w:tabs>
        <w:spacing w:after="0" w:line="240" w:lineRule="auto"/>
        <w:ind w:left="5670"/>
        <w:rPr>
          <w:rFonts w:cs="Arial"/>
        </w:rPr>
      </w:pPr>
    </w:p>
    <w:p w:rsidR="006044EE" w:rsidRDefault="006044EE" w:rsidP="006044EE">
      <w:pPr>
        <w:tabs>
          <w:tab w:val="left" w:pos="5954"/>
        </w:tabs>
        <w:spacing w:after="0" w:line="240" w:lineRule="auto"/>
        <w:ind w:left="5670"/>
        <w:rPr>
          <w:rFonts w:cs="Arial"/>
        </w:rPr>
      </w:pPr>
    </w:p>
    <w:p w:rsidR="005D2BE8" w:rsidRPr="005D2BE8" w:rsidRDefault="005D2BE8" w:rsidP="005D2BE8">
      <w:pPr>
        <w:pStyle w:val="Titre"/>
        <w:jc w:val="center"/>
      </w:pPr>
      <w:r w:rsidRPr="005D2BE8">
        <w:t>Attestation de visite</w:t>
      </w:r>
    </w:p>
    <w:p w:rsidR="005D2BE8" w:rsidRPr="005D2BE8" w:rsidRDefault="005D2BE8" w:rsidP="005D2BE8">
      <w:pPr>
        <w:pStyle w:val="Titre"/>
        <w:jc w:val="center"/>
      </w:pPr>
      <w:r w:rsidRPr="005D2BE8">
        <w:t>(</w:t>
      </w:r>
      <w:proofErr w:type="gramStart"/>
      <w:r w:rsidRPr="005D2BE8">
        <w:t>à</w:t>
      </w:r>
      <w:proofErr w:type="gramEnd"/>
      <w:r w:rsidRPr="005D2BE8">
        <w:t xml:space="preserve"> joindre à votre offre)</w:t>
      </w:r>
    </w:p>
    <w:p w:rsidR="00A72918" w:rsidRPr="00353D6C" w:rsidRDefault="004A4587" w:rsidP="00801FCB">
      <w:pPr>
        <w:pStyle w:val="ZEts"/>
        <w:tabs>
          <w:tab w:val="clear" w:pos="1701"/>
        </w:tabs>
        <w:spacing w:before="840" w:after="240"/>
        <w:jc w:val="left"/>
        <w:rPr>
          <w:b/>
        </w:rPr>
      </w:pPr>
      <w:r w:rsidRPr="009F2DD5">
        <w:rPr>
          <w:u w:val="single"/>
        </w:rPr>
        <w:t>OBJET</w:t>
      </w:r>
      <w:r w:rsidRPr="009F2DD5">
        <w:tab/>
        <w:t>:</w:t>
      </w:r>
      <w:r w:rsidR="00D46EDC" w:rsidRPr="009F2DD5">
        <w:tab/>
      </w:r>
      <w:r w:rsidR="00801FCB" w:rsidRPr="00801FCB">
        <w:rPr>
          <w:b/>
        </w:rPr>
        <w:t xml:space="preserve">Accord-cadre pour le </w:t>
      </w:r>
      <w:r w:rsidR="00801FCB">
        <w:rPr>
          <w:b/>
        </w:rPr>
        <w:t>traitement des petites interven</w:t>
      </w:r>
      <w:r w:rsidR="00801FCB" w:rsidRPr="00801FCB">
        <w:rPr>
          <w:b/>
        </w:rPr>
        <w:t>t</w:t>
      </w:r>
      <w:r w:rsidR="00801FCB">
        <w:rPr>
          <w:b/>
        </w:rPr>
        <w:t>i</w:t>
      </w:r>
      <w:r w:rsidR="00801FCB" w:rsidRPr="00801FCB">
        <w:rPr>
          <w:b/>
        </w:rPr>
        <w:t xml:space="preserve">ons multi-corps d’état de type « SOS dépannage » sans mise en place d’une astreinte hors heures et jours œuvrés pour </w:t>
      </w:r>
      <w:r w:rsidR="00A72918" w:rsidRPr="00801FCB">
        <w:rPr>
          <w:b/>
        </w:rPr>
        <w:t>la base de défense de Clermont-Ferrand</w:t>
      </w:r>
      <w:r w:rsidR="00801FCB">
        <w:rPr>
          <w:b/>
        </w:rPr>
        <w:t xml:space="preserve"> </w:t>
      </w:r>
    </w:p>
    <w:p w:rsidR="00A72918" w:rsidRDefault="004A4587" w:rsidP="00801FCB">
      <w:pPr>
        <w:pStyle w:val="ZEts"/>
        <w:jc w:val="left"/>
        <w:rPr>
          <w:b/>
        </w:rPr>
      </w:pPr>
      <w:r w:rsidRPr="009F2DD5">
        <w:rPr>
          <w:u w:val="single"/>
        </w:rPr>
        <w:t>RÉFÉRENCE</w:t>
      </w:r>
      <w:r w:rsidRPr="009F2DD5">
        <w:tab/>
        <w:t>:</w:t>
      </w:r>
      <w:r w:rsidR="00D46EDC" w:rsidRPr="009F2DD5">
        <w:tab/>
      </w:r>
      <w:r w:rsidR="00A061E6">
        <w:rPr>
          <w:b/>
        </w:rPr>
        <w:t>Consultation DAF_2025_000</w:t>
      </w:r>
      <w:r w:rsidR="00801FCB">
        <w:rPr>
          <w:b/>
        </w:rPr>
        <w:t>447</w:t>
      </w:r>
      <w:r w:rsidR="00A72918">
        <w:rPr>
          <w:b/>
        </w:rPr>
        <w:t xml:space="preserve"> (projet ESID 25-1</w:t>
      </w:r>
      <w:r w:rsidR="00801FCB">
        <w:rPr>
          <w:b/>
        </w:rPr>
        <w:t>61_162</w:t>
      </w:r>
      <w:r w:rsidR="005D2BE8" w:rsidRPr="009125BB">
        <w:rPr>
          <w:b/>
        </w:rPr>
        <w:t>)</w:t>
      </w:r>
    </w:p>
    <w:p w:rsidR="008448A9" w:rsidRPr="00FB692F" w:rsidRDefault="008448A9" w:rsidP="00A72918">
      <w:pPr>
        <w:pStyle w:val="ZEts"/>
      </w:pPr>
      <w:r w:rsidRPr="00FB692F">
        <w:tab/>
      </w:r>
    </w:p>
    <w:tbl>
      <w:tblPr>
        <w:tblStyle w:val="Grilledutablea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2"/>
        <w:gridCol w:w="5033"/>
      </w:tblGrid>
      <w:tr w:rsidR="009125BB" w:rsidRPr="009125BB" w:rsidTr="009125BB">
        <w:trPr>
          <w:trHeight w:val="689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Je soussigné, ………………………………………</w:t>
            </w:r>
            <w:proofErr w:type="gramStart"/>
            <w:r w:rsidRPr="009125BB">
              <w:rPr>
                <w:rFonts w:cs="Arial"/>
                <w:lang w:eastAsia="fr-FR"/>
              </w:rPr>
              <w:t>……</w:t>
            </w:r>
            <w:bookmarkStart w:id="0" w:name="_GoBack"/>
            <w:bookmarkEnd w:id="0"/>
            <w:r w:rsidRPr="009125BB">
              <w:rPr>
                <w:rFonts w:cs="Arial"/>
                <w:lang w:eastAsia="fr-FR"/>
              </w:rPr>
              <w:t>.</w:t>
            </w:r>
            <w:proofErr w:type="gramEnd"/>
            <w:r w:rsidRPr="009125BB">
              <w:rPr>
                <w:rFonts w:cs="Arial"/>
                <w:lang w:eastAsia="fr-FR"/>
              </w:rPr>
              <w:t>…………………………….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représentant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</w:t>
            </w:r>
            <w:r w:rsidR="00FA2157">
              <w:rPr>
                <w:rFonts w:cs="Arial"/>
                <w:lang w:eastAsia="fr-FR"/>
              </w:rPr>
              <w:t>le S</w:t>
            </w:r>
            <w:r w:rsidRPr="009125BB">
              <w:rPr>
                <w:rFonts w:cs="Arial"/>
                <w:lang w:eastAsia="fr-FR"/>
              </w:rPr>
              <w:t>ervice d’infrast</w:t>
            </w:r>
            <w:r>
              <w:rPr>
                <w:rFonts w:cs="Arial"/>
                <w:lang w:eastAsia="fr-FR"/>
              </w:rPr>
              <w:t xml:space="preserve">ructure de la défense </w:t>
            </w:r>
            <w:r w:rsidR="00FA2157">
              <w:rPr>
                <w:rFonts w:cs="Arial"/>
                <w:lang w:eastAsia="fr-FR"/>
              </w:rPr>
              <w:t>Sud-Est</w:t>
            </w:r>
            <w:r>
              <w:rPr>
                <w:rFonts w:cs="Arial"/>
                <w:lang w:eastAsia="fr-FR"/>
              </w:rPr>
              <w:t xml:space="preserve">, </w:t>
            </w:r>
            <w:r w:rsidRPr="009125BB">
              <w:rPr>
                <w:rFonts w:cs="Arial"/>
                <w:lang w:eastAsia="fr-FR"/>
              </w:rPr>
              <w:t>certifie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ab/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que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l’entreprise……………………………………………………..……………….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représentée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par……………… ……………………………………………………..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s’est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rendue sur le lieu d’exécution des </w:t>
            </w:r>
            <w:r w:rsidR="00FA2157">
              <w:rPr>
                <w:rFonts w:cs="Arial"/>
                <w:lang w:eastAsia="fr-FR"/>
              </w:rPr>
              <w:t>prestations</w:t>
            </w:r>
            <w:r w:rsidRPr="009125BB">
              <w:rPr>
                <w:rFonts w:cs="Arial"/>
                <w:lang w:eastAsia="fr-FR"/>
              </w:rPr>
              <w:t xml:space="preserve"> défini</w:t>
            </w:r>
            <w:r w:rsidR="00FA2157">
              <w:rPr>
                <w:rFonts w:cs="Arial"/>
                <w:lang w:eastAsia="fr-FR"/>
              </w:rPr>
              <w:t>e</w:t>
            </w:r>
            <w:r w:rsidRPr="009125BB">
              <w:rPr>
                <w:rFonts w:cs="Arial"/>
                <w:lang w:eastAsia="fr-FR"/>
              </w:rPr>
              <w:t>s en objet.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Le,</w:t>
            </w:r>
          </w:p>
          <w:p w:rsid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</w:tc>
      </w:tr>
      <w:tr w:rsidR="009125BB" w:rsidRPr="009125BB" w:rsidTr="004E5770">
        <w:trPr>
          <w:trHeight w:val="689"/>
        </w:trPr>
        <w:tc>
          <w:tcPr>
            <w:tcW w:w="5032" w:type="dxa"/>
            <w:shd w:val="clear" w:color="auto" w:fill="auto"/>
            <w:vAlign w:val="center"/>
          </w:tcPr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u w:val="single"/>
                <w:lang w:eastAsia="fr-FR"/>
              </w:rPr>
            </w:pPr>
            <w:r w:rsidRPr="009125BB">
              <w:rPr>
                <w:rFonts w:cs="Arial"/>
                <w:u w:val="single"/>
                <w:lang w:eastAsia="fr-FR"/>
              </w:rPr>
              <w:t>Le représentant de l’entreprise,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(Cachet et signature)</w:t>
            </w:r>
          </w:p>
        </w:tc>
        <w:tc>
          <w:tcPr>
            <w:tcW w:w="5033" w:type="dxa"/>
            <w:shd w:val="clear" w:color="auto" w:fill="auto"/>
            <w:vAlign w:val="center"/>
          </w:tcPr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u w:val="single"/>
                <w:lang w:eastAsia="fr-FR"/>
              </w:rPr>
            </w:pPr>
            <w:r w:rsidRPr="009125BB">
              <w:rPr>
                <w:rFonts w:cs="Arial"/>
                <w:u w:val="single"/>
                <w:lang w:eastAsia="fr-FR"/>
              </w:rPr>
              <w:t>Le représentant du SID,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(Signature)</w:t>
            </w:r>
          </w:p>
        </w:tc>
      </w:tr>
    </w:tbl>
    <w:p w:rsidR="00A72918" w:rsidRDefault="00A72918" w:rsidP="009125BB">
      <w:pPr>
        <w:tabs>
          <w:tab w:val="center" w:pos="6804"/>
        </w:tabs>
        <w:spacing w:after="0"/>
        <w:jc w:val="both"/>
        <w:rPr>
          <w:rFonts w:cs="Arial"/>
          <w:lang w:eastAsia="fr-FR"/>
        </w:rPr>
      </w:pPr>
    </w:p>
    <w:p w:rsidR="00A72918" w:rsidRPr="00A72918" w:rsidRDefault="00A72918" w:rsidP="00A72918">
      <w:pPr>
        <w:rPr>
          <w:rFonts w:cs="Arial"/>
          <w:lang w:eastAsia="fr-FR"/>
        </w:rPr>
      </w:pPr>
    </w:p>
    <w:p w:rsidR="0035357D" w:rsidRPr="00FD19FF" w:rsidRDefault="0035357D" w:rsidP="009125BB">
      <w:pPr>
        <w:pStyle w:val="TitreAnnexe"/>
        <w:jc w:val="left"/>
        <w:rPr>
          <w:highlight w:val="yellow"/>
        </w:rPr>
      </w:pPr>
    </w:p>
    <w:sectPr w:rsidR="0035357D" w:rsidRPr="00FD19FF" w:rsidSect="000C6D36">
      <w:footerReference w:type="default" r:id="rId12"/>
      <w:pgSz w:w="11906" w:h="16838"/>
      <w:pgMar w:top="1332" w:right="964" w:bottom="2269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163" w:rsidRDefault="00283163" w:rsidP="00D46EDC">
      <w:pPr>
        <w:spacing w:after="0" w:line="240" w:lineRule="auto"/>
      </w:pPr>
      <w:r>
        <w:separator/>
      </w:r>
    </w:p>
  </w:endnote>
  <w:endnote w:type="continuationSeparator" w:id="0">
    <w:p w:rsidR="00283163" w:rsidRDefault="00283163" w:rsidP="00D4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7D" w:rsidRDefault="0035357D" w:rsidP="0035357D">
    <w:pPr>
      <w:pStyle w:val="ZEmetteur"/>
      <w:rPr>
        <w:szCs w:val="22"/>
      </w:rPr>
    </w:pPr>
  </w:p>
  <w:p w:rsidR="0035357D" w:rsidRDefault="0035357D" w:rsidP="0035357D"/>
  <w:p w:rsidR="0035357D" w:rsidRDefault="0035357D" w:rsidP="0035357D">
    <w:pPr>
      <w:pStyle w:val="Bas2page"/>
      <w:pBdr>
        <w:top w:val="single" w:sz="4" w:space="0" w:color="auto"/>
      </w:pBdr>
      <w:tabs>
        <w:tab w:val="right" w:pos="9923"/>
      </w:tabs>
      <w:spacing w:before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USID de Clermont-Ferrand / SEM</w:t>
    </w:r>
  </w:p>
  <w:p w:rsidR="0035357D" w:rsidRPr="005D2BE8" w:rsidRDefault="0035357D" w:rsidP="0035357D">
    <w:pPr>
      <w:pStyle w:val="Bas2page"/>
      <w:pBdr>
        <w:top w:val="single" w:sz="4" w:space="0" w:color="auto"/>
      </w:pBdr>
      <w:tabs>
        <w:tab w:val="right" w:pos="9923"/>
      </w:tabs>
      <w:spacing w:before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1 rue Auger </w:t>
    </w:r>
  </w:p>
  <w:p w:rsidR="0035357D" w:rsidRPr="005D2BE8" w:rsidRDefault="0035357D" w:rsidP="0035357D">
    <w:pPr>
      <w:pStyle w:val="Bas2page"/>
      <w:pBdr>
        <w:top w:val="single" w:sz="4" w:space="0" w:color="auto"/>
      </w:pBdr>
      <w:tabs>
        <w:tab w:val="right" w:pos="9923"/>
      </w:tabs>
      <w:spacing w:before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BP 106 – 63 035 CLERMONT-FERRAND Cedex 01</w:t>
    </w:r>
  </w:p>
  <w:p w:rsidR="0035357D" w:rsidRPr="005D2BE8" w:rsidRDefault="0035357D" w:rsidP="0035357D">
    <w:pPr>
      <w:pStyle w:val="Pieddepage"/>
      <w:rPr>
        <w:rFonts w:cs="Arial"/>
        <w:sz w:val="16"/>
        <w:szCs w:val="16"/>
      </w:rPr>
    </w:pPr>
    <w:r w:rsidRPr="005D2BE8">
      <w:rPr>
        <w:rFonts w:cs="Arial"/>
        <w:sz w:val="16"/>
        <w:szCs w:val="16"/>
      </w:rPr>
      <w:t xml:space="preserve">Adresse mail : </w:t>
    </w:r>
    <w:hyperlink r:id="rId1" w:history="1">
      <w:r w:rsidRPr="005D2BE8">
        <w:rPr>
          <w:rStyle w:val="Lienhypertexte"/>
          <w:rFonts w:cs="Arial"/>
          <w:sz w:val="16"/>
          <w:szCs w:val="16"/>
        </w:rPr>
        <w:t>sebastien.ambert@intradef.gouv.fr</w:t>
      </w:r>
    </w:hyperlink>
    <w:r w:rsidRPr="005D2BE8">
      <w:rPr>
        <w:rFonts w:cs="Arial"/>
        <w:sz w:val="16"/>
        <w:szCs w:val="16"/>
      </w:rPr>
      <w:t xml:space="preserve">  </w:t>
    </w:r>
  </w:p>
  <w:p w:rsidR="0035357D" w:rsidRPr="00113077" w:rsidRDefault="0035357D" w:rsidP="0035357D">
    <w:pPr>
      <w:pStyle w:val="Pieddepage"/>
      <w:rPr>
        <w:rFonts w:cs="Arial"/>
      </w:rPr>
    </w:pPr>
    <w:r w:rsidRPr="005D2BE8">
      <w:rPr>
        <w:rFonts w:cs="Arial"/>
        <w:sz w:val="16"/>
        <w:szCs w:val="16"/>
      </w:rPr>
      <w:t>Dossier suivi par : ICD Sébastien AMBERT</w:t>
    </w:r>
  </w:p>
  <w:p w:rsidR="0097041C" w:rsidRPr="007D3C26" w:rsidRDefault="0097041C" w:rsidP="00A47763">
    <w:pPr>
      <w:pStyle w:val="Pieddepage"/>
      <w:tabs>
        <w:tab w:val="clear" w:pos="4536"/>
        <w:tab w:val="clear" w:pos="9072"/>
        <w:tab w:val="right" w:pos="9923"/>
      </w:tabs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163" w:rsidRDefault="00283163" w:rsidP="00D46EDC">
      <w:pPr>
        <w:spacing w:after="0" w:line="240" w:lineRule="auto"/>
      </w:pPr>
      <w:r>
        <w:separator/>
      </w:r>
    </w:p>
  </w:footnote>
  <w:footnote w:type="continuationSeparator" w:id="0">
    <w:p w:rsidR="00283163" w:rsidRDefault="00283163" w:rsidP="00D46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51E4"/>
    <w:multiLevelType w:val="multilevel"/>
    <w:tmpl w:val="4932736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CA60044"/>
    <w:multiLevelType w:val="hybridMultilevel"/>
    <w:tmpl w:val="A46C61E2"/>
    <w:lvl w:ilvl="0" w:tplc="8110D15E">
      <w:start w:val="1"/>
      <w:numFmt w:val="bullet"/>
      <w:pStyle w:val="PN2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1" w:tplc="85CED21E">
      <w:start w:val="1"/>
      <w:numFmt w:val="bullet"/>
      <w:pStyle w:val="PN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53351"/>
    <w:multiLevelType w:val="hybridMultilevel"/>
    <w:tmpl w:val="A11C2DFA"/>
    <w:lvl w:ilvl="0" w:tplc="8DA6C5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50D81"/>
    <w:multiLevelType w:val="hybridMultilevel"/>
    <w:tmpl w:val="9502D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40D39"/>
    <w:multiLevelType w:val="hybridMultilevel"/>
    <w:tmpl w:val="106A22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5838"/>
    <w:multiLevelType w:val="multilevel"/>
    <w:tmpl w:val="80CA651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44372C9"/>
    <w:multiLevelType w:val="multilevel"/>
    <w:tmpl w:val="428A1E2C"/>
    <w:lvl w:ilvl="0">
      <w:start w:val="1"/>
      <w:numFmt w:val="decimal"/>
      <w:pStyle w:val="Titre1"/>
      <w:lvlText w:val="%1."/>
      <w:lvlJc w:val="left"/>
      <w:pPr>
        <w:tabs>
          <w:tab w:val="num" w:pos="28"/>
        </w:tabs>
        <w:ind w:left="28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79"/>
        </w:tabs>
        <w:ind w:left="604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19"/>
        </w:tabs>
        <w:ind w:left="1288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162"/>
        </w:tabs>
        <w:ind w:left="892" w:hanging="864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324"/>
        </w:tabs>
        <w:ind w:left="1324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68"/>
        </w:tabs>
        <w:ind w:left="1468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612"/>
        </w:tabs>
        <w:ind w:left="1612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6EB45C8"/>
    <w:multiLevelType w:val="multilevel"/>
    <w:tmpl w:val="B350AD0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9" w:hanging="1800"/>
      </w:pPr>
      <w:rPr>
        <w:rFonts w:hint="default"/>
      </w:rPr>
    </w:lvl>
  </w:abstractNum>
  <w:abstractNum w:abstractNumId="8" w15:restartNumberingAfterBreak="0">
    <w:nsid w:val="76EF08ED"/>
    <w:multiLevelType w:val="hybridMultilevel"/>
    <w:tmpl w:val="A4BA1C70"/>
    <w:lvl w:ilvl="0" w:tplc="3C3051E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9755D"/>
    <w:multiLevelType w:val="hybridMultilevel"/>
    <w:tmpl w:val="B5C82FDC"/>
    <w:lvl w:ilvl="0" w:tplc="6B4CCEA6">
      <w:start w:val="1"/>
      <w:numFmt w:val="bullet"/>
      <w:pStyle w:val="PN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32"/>
    <w:rsid w:val="000108B4"/>
    <w:rsid w:val="0002051B"/>
    <w:rsid w:val="0002213E"/>
    <w:rsid w:val="00041DDD"/>
    <w:rsid w:val="00047009"/>
    <w:rsid w:val="00057DD0"/>
    <w:rsid w:val="000619DC"/>
    <w:rsid w:val="00076F52"/>
    <w:rsid w:val="000910FA"/>
    <w:rsid w:val="00093530"/>
    <w:rsid w:val="000A5E05"/>
    <w:rsid w:val="000B56D4"/>
    <w:rsid w:val="000C6A5B"/>
    <w:rsid w:val="000C6D36"/>
    <w:rsid w:val="000D6046"/>
    <w:rsid w:val="00113077"/>
    <w:rsid w:val="00114158"/>
    <w:rsid w:val="00175DA1"/>
    <w:rsid w:val="00183450"/>
    <w:rsid w:val="00194B29"/>
    <w:rsid w:val="001A08F8"/>
    <w:rsid w:val="001A492A"/>
    <w:rsid w:val="001B119B"/>
    <w:rsid w:val="001C0EB1"/>
    <w:rsid w:val="001D140B"/>
    <w:rsid w:val="002134DC"/>
    <w:rsid w:val="00213B00"/>
    <w:rsid w:val="002222D1"/>
    <w:rsid w:val="00224B2D"/>
    <w:rsid w:val="00233D9C"/>
    <w:rsid w:val="00245439"/>
    <w:rsid w:val="0024672A"/>
    <w:rsid w:val="0025716F"/>
    <w:rsid w:val="00264B70"/>
    <w:rsid w:val="00274133"/>
    <w:rsid w:val="00275F00"/>
    <w:rsid w:val="00283163"/>
    <w:rsid w:val="0029020E"/>
    <w:rsid w:val="00290E3A"/>
    <w:rsid w:val="002F2CEC"/>
    <w:rsid w:val="0031663A"/>
    <w:rsid w:val="003336D4"/>
    <w:rsid w:val="00351ED0"/>
    <w:rsid w:val="0035357D"/>
    <w:rsid w:val="00353D6C"/>
    <w:rsid w:val="003651C7"/>
    <w:rsid w:val="00384F9E"/>
    <w:rsid w:val="003B2F51"/>
    <w:rsid w:val="003B6ACD"/>
    <w:rsid w:val="003E378F"/>
    <w:rsid w:val="003F1F16"/>
    <w:rsid w:val="00406191"/>
    <w:rsid w:val="0041608A"/>
    <w:rsid w:val="00425E47"/>
    <w:rsid w:val="00460E4D"/>
    <w:rsid w:val="004A4587"/>
    <w:rsid w:val="004B48BB"/>
    <w:rsid w:val="004D29A5"/>
    <w:rsid w:val="004D597E"/>
    <w:rsid w:val="004E55E7"/>
    <w:rsid w:val="004E6FCC"/>
    <w:rsid w:val="0050318D"/>
    <w:rsid w:val="005464A2"/>
    <w:rsid w:val="00555810"/>
    <w:rsid w:val="00556410"/>
    <w:rsid w:val="00574877"/>
    <w:rsid w:val="00580B55"/>
    <w:rsid w:val="005A5BD7"/>
    <w:rsid w:val="005B543C"/>
    <w:rsid w:val="005C3909"/>
    <w:rsid w:val="005D2BE8"/>
    <w:rsid w:val="005F1DB5"/>
    <w:rsid w:val="005F2820"/>
    <w:rsid w:val="006044EE"/>
    <w:rsid w:val="00606D97"/>
    <w:rsid w:val="00612820"/>
    <w:rsid w:val="00612FCC"/>
    <w:rsid w:val="006245F1"/>
    <w:rsid w:val="00625625"/>
    <w:rsid w:val="00647E9D"/>
    <w:rsid w:val="006634C1"/>
    <w:rsid w:val="0068336B"/>
    <w:rsid w:val="006E1118"/>
    <w:rsid w:val="006E7232"/>
    <w:rsid w:val="006F67D7"/>
    <w:rsid w:val="00723FA6"/>
    <w:rsid w:val="00724472"/>
    <w:rsid w:val="0072451F"/>
    <w:rsid w:val="007439BE"/>
    <w:rsid w:val="00762243"/>
    <w:rsid w:val="00764759"/>
    <w:rsid w:val="00766CF6"/>
    <w:rsid w:val="00784FD8"/>
    <w:rsid w:val="0078665E"/>
    <w:rsid w:val="007C2075"/>
    <w:rsid w:val="007D3C26"/>
    <w:rsid w:val="00801FCB"/>
    <w:rsid w:val="00814139"/>
    <w:rsid w:val="008232D4"/>
    <w:rsid w:val="00840CD0"/>
    <w:rsid w:val="008448A9"/>
    <w:rsid w:val="008566C7"/>
    <w:rsid w:val="00860A19"/>
    <w:rsid w:val="00863DBF"/>
    <w:rsid w:val="00863E15"/>
    <w:rsid w:val="00864A72"/>
    <w:rsid w:val="00866449"/>
    <w:rsid w:val="00871888"/>
    <w:rsid w:val="00871DEA"/>
    <w:rsid w:val="008724C9"/>
    <w:rsid w:val="00873CEE"/>
    <w:rsid w:val="008826FE"/>
    <w:rsid w:val="0088693D"/>
    <w:rsid w:val="008B2BF7"/>
    <w:rsid w:val="008B6AE4"/>
    <w:rsid w:val="008F7773"/>
    <w:rsid w:val="009125BB"/>
    <w:rsid w:val="009166D0"/>
    <w:rsid w:val="00947B03"/>
    <w:rsid w:val="00951829"/>
    <w:rsid w:val="00955BC6"/>
    <w:rsid w:val="0097041C"/>
    <w:rsid w:val="009730BD"/>
    <w:rsid w:val="009868C7"/>
    <w:rsid w:val="00990B20"/>
    <w:rsid w:val="00992469"/>
    <w:rsid w:val="009A3898"/>
    <w:rsid w:val="009D09E7"/>
    <w:rsid w:val="009E379C"/>
    <w:rsid w:val="009F2DD5"/>
    <w:rsid w:val="00A061E6"/>
    <w:rsid w:val="00A07F04"/>
    <w:rsid w:val="00A33430"/>
    <w:rsid w:val="00A47763"/>
    <w:rsid w:val="00A54195"/>
    <w:rsid w:val="00A549BD"/>
    <w:rsid w:val="00A72918"/>
    <w:rsid w:val="00A7514D"/>
    <w:rsid w:val="00A76217"/>
    <w:rsid w:val="00A93572"/>
    <w:rsid w:val="00AD5641"/>
    <w:rsid w:val="00AD6042"/>
    <w:rsid w:val="00AD6F42"/>
    <w:rsid w:val="00B10258"/>
    <w:rsid w:val="00B21EDD"/>
    <w:rsid w:val="00B3205B"/>
    <w:rsid w:val="00B33D15"/>
    <w:rsid w:val="00B52F39"/>
    <w:rsid w:val="00B54406"/>
    <w:rsid w:val="00B64AFD"/>
    <w:rsid w:val="00B878B6"/>
    <w:rsid w:val="00B91143"/>
    <w:rsid w:val="00B9573E"/>
    <w:rsid w:val="00B970CF"/>
    <w:rsid w:val="00BA66D9"/>
    <w:rsid w:val="00BD7C5D"/>
    <w:rsid w:val="00BE13E2"/>
    <w:rsid w:val="00BE4B6F"/>
    <w:rsid w:val="00C076D3"/>
    <w:rsid w:val="00C5597A"/>
    <w:rsid w:val="00C968D0"/>
    <w:rsid w:val="00CA2580"/>
    <w:rsid w:val="00CA6646"/>
    <w:rsid w:val="00CB1F8A"/>
    <w:rsid w:val="00CB232F"/>
    <w:rsid w:val="00CE407C"/>
    <w:rsid w:val="00CE4D05"/>
    <w:rsid w:val="00D128D7"/>
    <w:rsid w:val="00D23645"/>
    <w:rsid w:val="00D27AE0"/>
    <w:rsid w:val="00D3608A"/>
    <w:rsid w:val="00D44AD1"/>
    <w:rsid w:val="00D46EDC"/>
    <w:rsid w:val="00D53965"/>
    <w:rsid w:val="00D55F09"/>
    <w:rsid w:val="00D73B08"/>
    <w:rsid w:val="00D77149"/>
    <w:rsid w:val="00D77239"/>
    <w:rsid w:val="00D83451"/>
    <w:rsid w:val="00D84B5F"/>
    <w:rsid w:val="00D946C4"/>
    <w:rsid w:val="00DA553B"/>
    <w:rsid w:val="00DD0BEC"/>
    <w:rsid w:val="00DD3338"/>
    <w:rsid w:val="00E35109"/>
    <w:rsid w:val="00E458B5"/>
    <w:rsid w:val="00E50EE7"/>
    <w:rsid w:val="00E6556C"/>
    <w:rsid w:val="00E72E4E"/>
    <w:rsid w:val="00E80D31"/>
    <w:rsid w:val="00E96B32"/>
    <w:rsid w:val="00EA0433"/>
    <w:rsid w:val="00EB4FE5"/>
    <w:rsid w:val="00ED1794"/>
    <w:rsid w:val="00ED736C"/>
    <w:rsid w:val="00EE3F84"/>
    <w:rsid w:val="00EE6F45"/>
    <w:rsid w:val="00EF3A98"/>
    <w:rsid w:val="00F11625"/>
    <w:rsid w:val="00F352F2"/>
    <w:rsid w:val="00F51614"/>
    <w:rsid w:val="00F81C34"/>
    <w:rsid w:val="00F8748C"/>
    <w:rsid w:val="00FA2157"/>
    <w:rsid w:val="00FB0163"/>
    <w:rsid w:val="00FD19FF"/>
    <w:rsid w:val="00FD43A3"/>
    <w:rsid w:val="00FE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2587A"/>
  <w15:docId w15:val="{661C2D93-93A1-4CD1-823C-AE570C94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E15"/>
    <w:rPr>
      <w:rFonts w:ascii="Arial" w:hAnsi="Arial"/>
    </w:rPr>
  </w:style>
  <w:style w:type="paragraph" w:styleId="Titre1">
    <w:name w:val="heading 1"/>
    <w:aliases w:val="*TN1"/>
    <w:basedOn w:val="Normal"/>
    <w:next w:val="Normal"/>
    <w:link w:val="Titre1Car"/>
    <w:qFormat/>
    <w:rsid w:val="00863E15"/>
    <w:pPr>
      <w:numPr>
        <w:numId w:val="5"/>
      </w:numPr>
      <w:tabs>
        <w:tab w:val="clear" w:pos="28"/>
      </w:tabs>
      <w:spacing w:before="360" w:after="0" w:line="240" w:lineRule="auto"/>
      <w:ind w:left="567"/>
      <w:jc w:val="both"/>
      <w:outlineLvl w:val="0"/>
    </w:pPr>
    <w:rPr>
      <w:rFonts w:eastAsiaTheme="majorEastAsia" w:cstheme="majorBidi"/>
      <w:color w:val="000000"/>
      <w:lang w:eastAsia="fr-FR"/>
    </w:rPr>
  </w:style>
  <w:style w:type="paragraph" w:styleId="Titre2">
    <w:name w:val="heading 2"/>
    <w:aliases w:val="*TN2"/>
    <w:basedOn w:val="Normal"/>
    <w:next w:val="Normal"/>
    <w:link w:val="Titre2Car"/>
    <w:unhideWhenUsed/>
    <w:qFormat/>
    <w:rsid w:val="00863E15"/>
    <w:pPr>
      <w:numPr>
        <w:ilvl w:val="1"/>
        <w:numId w:val="5"/>
      </w:numPr>
      <w:tabs>
        <w:tab w:val="clear" w:pos="879"/>
      </w:tabs>
      <w:spacing w:before="240" w:after="0" w:line="240" w:lineRule="auto"/>
      <w:ind w:left="567" w:hanging="567"/>
      <w:jc w:val="both"/>
      <w:outlineLvl w:val="1"/>
    </w:pPr>
    <w:rPr>
      <w:rFonts w:eastAsiaTheme="majorEastAsia" w:cstheme="majorBidi"/>
      <w:b/>
    </w:rPr>
  </w:style>
  <w:style w:type="paragraph" w:styleId="Titre3">
    <w:name w:val="heading 3"/>
    <w:aliases w:val="*TN3"/>
    <w:basedOn w:val="Normal"/>
    <w:next w:val="Normal"/>
    <w:link w:val="Titre3Car"/>
    <w:unhideWhenUsed/>
    <w:qFormat/>
    <w:rsid w:val="00863E15"/>
    <w:pPr>
      <w:keepNext/>
      <w:numPr>
        <w:ilvl w:val="2"/>
        <w:numId w:val="5"/>
      </w:numPr>
      <w:tabs>
        <w:tab w:val="clear" w:pos="1419"/>
      </w:tabs>
      <w:spacing w:before="240" w:after="0" w:line="240" w:lineRule="auto"/>
      <w:ind w:left="851" w:hanging="851"/>
      <w:jc w:val="both"/>
      <w:outlineLvl w:val="2"/>
    </w:pPr>
    <w:rPr>
      <w:rFonts w:eastAsiaTheme="majorEastAsia" w:cstheme="majorBidi"/>
      <w:b/>
      <w:i/>
    </w:rPr>
  </w:style>
  <w:style w:type="paragraph" w:styleId="Titre4">
    <w:name w:val="heading 4"/>
    <w:aliases w:val="*TN4"/>
    <w:basedOn w:val="Normal"/>
    <w:next w:val="Normal"/>
    <w:link w:val="Titre4Car"/>
    <w:unhideWhenUsed/>
    <w:qFormat/>
    <w:rsid w:val="00863E15"/>
    <w:pPr>
      <w:keepNext/>
      <w:keepLines/>
      <w:numPr>
        <w:ilvl w:val="3"/>
        <w:numId w:val="5"/>
      </w:numPr>
      <w:tabs>
        <w:tab w:val="clear" w:pos="1162"/>
        <w:tab w:val="num" w:pos="1134"/>
      </w:tabs>
      <w:spacing w:before="240" w:after="0" w:line="240" w:lineRule="auto"/>
      <w:ind w:left="1134" w:hanging="1134"/>
      <w:outlineLvl w:val="3"/>
    </w:pPr>
    <w:rPr>
      <w:rFonts w:eastAsiaTheme="majorEastAsia" w:cstheme="majorBidi"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3E15"/>
    <w:pPr>
      <w:keepNext/>
      <w:keepLines/>
      <w:numPr>
        <w:ilvl w:val="4"/>
        <w:numId w:val="4"/>
      </w:numPr>
      <w:spacing w:before="40" w:after="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693D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693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8693D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8693D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5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5810"/>
  </w:style>
  <w:style w:type="paragraph" w:styleId="En-tte">
    <w:name w:val="header"/>
    <w:basedOn w:val="Normal"/>
    <w:link w:val="En-tteCar"/>
    <w:uiPriority w:val="99"/>
    <w:unhideWhenUsed/>
    <w:rsid w:val="00D46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6EDC"/>
  </w:style>
  <w:style w:type="paragraph" w:styleId="Textedebulles">
    <w:name w:val="Balloon Text"/>
    <w:basedOn w:val="Normal"/>
    <w:link w:val="TextedebullesCar"/>
    <w:uiPriority w:val="99"/>
    <w:semiHidden/>
    <w:unhideWhenUsed/>
    <w:rsid w:val="00947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7B03"/>
    <w:rPr>
      <w:rFonts w:ascii="Tahoma" w:hAnsi="Tahoma" w:cs="Tahoma"/>
      <w:sz w:val="16"/>
      <w:szCs w:val="16"/>
    </w:rPr>
  </w:style>
  <w:style w:type="paragraph" w:styleId="Corpsdetexte">
    <w:name w:val="Body Text"/>
    <w:aliases w:val="*C2Texte"/>
    <w:basedOn w:val="Normal"/>
    <w:link w:val="CorpsdetexteCar"/>
    <w:qFormat/>
    <w:rsid w:val="00BD7C5D"/>
    <w:pPr>
      <w:spacing w:before="120" w:after="0" w:line="240" w:lineRule="auto"/>
      <w:jc w:val="both"/>
    </w:pPr>
    <w:rPr>
      <w:rFonts w:eastAsia="Times New Roman" w:cs="Times New Roman"/>
      <w:lang w:eastAsia="fr-FR"/>
    </w:rPr>
  </w:style>
  <w:style w:type="character" w:customStyle="1" w:styleId="CorpsdetexteCar">
    <w:name w:val="Corps de texte Car"/>
    <w:aliases w:val="*C2Texte Car"/>
    <w:basedOn w:val="Policepardfaut"/>
    <w:link w:val="Corpsdetexte"/>
    <w:rsid w:val="00BD7C5D"/>
    <w:rPr>
      <w:rFonts w:ascii="Arial" w:eastAsia="Times New Roman" w:hAnsi="Arial" w:cs="Times New Roman"/>
      <w:lang w:eastAsia="fr-FR"/>
    </w:rPr>
  </w:style>
  <w:style w:type="character" w:customStyle="1" w:styleId="Titre1Car">
    <w:name w:val="Titre 1 Car"/>
    <w:aliases w:val="*TN1 Car"/>
    <w:basedOn w:val="Policepardfaut"/>
    <w:link w:val="Titre1"/>
    <w:rsid w:val="00863E15"/>
    <w:rPr>
      <w:rFonts w:ascii="Arial" w:eastAsiaTheme="majorEastAsia" w:hAnsi="Arial" w:cstheme="majorBidi"/>
      <w:color w:val="000000"/>
      <w:lang w:eastAsia="fr-FR"/>
    </w:rPr>
  </w:style>
  <w:style w:type="character" w:customStyle="1" w:styleId="Titre2Car">
    <w:name w:val="Titre 2 Car"/>
    <w:aliases w:val="*TN2 Car"/>
    <w:basedOn w:val="Policepardfaut"/>
    <w:link w:val="Titre2"/>
    <w:rsid w:val="00863E15"/>
    <w:rPr>
      <w:rFonts w:ascii="Arial" w:eastAsiaTheme="majorEastAsia" w:hAnsi="Arial" w:cstheme="majorBidi"/>
      <w:b/>
    </w:rPr>
  </w:style>
  <w:style w:type="character" w:customStyle="1" w:styleId="Titre3Car">
    <w:name w:val="Titre 3 Car"/>
    <w:aliases w:val="*TN3 Car"/>
    <w:basedOn w:val="Policepardfaut"/>
    <w:link w:val="Titre3"/>
    <w:rsid w:val="00863E15"/>
    <w:rPr>
      <w:rFonts w:ascii="Arial" w:eastAsiaTheme="majorEastAsia" w:hAnsi="Arial" w:cstheme="majorBidi"/>
      <w:b/>
      <w:i/>
    </w:rPr>
  </w:style>
  <w:style w:type="character" w:customStyle="1" w:styleId="Titre4Car">
    <w:name w:val="Titre 4 Car"/>
    <w:aliases w:val="*TN4 Car"/>
    <w:basedOn w:val="Policepardfaut"/>
    <w:link w:val="Titre4"/>
    <w:rsid w:val="00863E15"/>
    <w:rPr>
      <w:rFonts w:ascii="Arial" w:eastAsiaTheme="majorEastAsia" w:hAnsi="Arial" w:cstheme="majorBidi"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863E15"/>
    <w:rPr>
      <w:rFonts w:ascii="Arial" w:eastAsiaTheme="majorEastAsia" w:hAnsi="Arial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69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869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869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869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N1">
    <w:name w:val="*PN1"/>
    <w:basedOn w:val="Corpsdetexte"/>
    <w:link w:val="PN1Car"/>
    <w:qFormat/>
    <w:rsid w:val="00BD7C5D"/>
    <w:pPr>
      <w:numPr>
        <w:numId w:val="8"/>
      </w:numPr>
      <w:tabs>
        <w:tab w:val="clear" w:pos="680"/>
      </w:tabs>
      <w:spacing w:before="60"/>
      <w:ind w:left="284" w:hanging="284"/>
    </w:pPr>
  </w:style>
  <w:style w:type="character" w:customStyle="1" w:styleId="PN1Car">
    <w:name w:val="*PN1 Car"/>
    <w:link w:val="PN1"/>
    <w:rsid w:val="00BD7C5D"/>
    <w:rPr>
      <w:rFonts w:ascii="Arial" w:eastAsia="Times New Roman" w:hAnsi="Arial" w:cs="Times New Roman"/>
      <w:lang w:eastAsia="fr-FR"/>
    </w:rPr>
  </w:style>
  <w:style w:type="paragraph" w:customStyle="1" w:styleId="PN2">
    <w:name w:val="*PN2"/>
    <w:basedOn w:val="Normal"/>
    <w:qFormat/>
    <w:rsid w:val="00BD7C5D"/>
    <w:pPr>
      <w:numPr>
        <w:numId w:val="7"/>
      </w:numPr>
      <w:tabs>
        <w:tab w:val="clear" w:pos="992"/>
      </w:tabs>
      <w:spacing w:before="60" w:after="0" w:line="240" w:lineRule="auto"/>
      <w:ind w:left="567" w:hanging="283"/>
      <w:jc w:val="both"/>
    </w:pPr>
    <w:rPr>
      <w:rFonts w:eastAsia="Times New Roman" w:cs="Times New Roman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06D97"/>
    <w:pPr>
      <w:ind w:left="720"/>
      <w:contextualSpacing/>
    </w:pPr>
  </w:style>
  <w:style w:type="paragraph" w:customStyle="1" w:styleId="Prambule">
    <w:name w:val="*Préambule"/>
    <w:basedOn w:val="Corpsdetexte"/>
    <w:qFormat/>
    <w:rsid w:val="00BD7C5D"/>
    <w:pPr>
      <w:spacing w:before="960"/>
    </w:pPr>
  </w:style>
  <w:style w:type="paragraph" w:customStyle="1" w:styleId="ZRdac">
    <w:name w:val="*ZRédac"/>
    <w:basedOn w:val="Corpsdetexte"/>
    <w:link w:val="ZRdacCar"/>
    <w:qFormat/>
    <w:rsid w:val="00BD7C5D"/>
    <w:pPr>
      <w:pBdr>
        <w:top w:val="single" w:sz="4" w:space="1" w:color="auto"/>
      </w:pBdr>
    </w:pPr>
    <w:rPr>
      <w:sz w:val="17"/>
      <w:szCs w:val="17"/>
    </w:rPr>
  </w:style>
  <w:style w:type="character" w:customStyle="1" w:styleId="ZRdacCar">
    <w:name w:val="*ZRédac Car"/>
    <w:basedOn w:val="CorpsdetexteCar"/>
    <w:link w:val="ZRdac"/>
    <w:rsid w:val="00BD7C5D"/>
    <w:rPr>
      <w:rFonts w:ascii="Arial" w:eastAsia="Times New Roman" w:hAnsi="Arial" w:cs="Times New Roman"/>
      <w:sz w:val="17"/>
      <w:szCs w:val="17"/>
      <w:lang w:eastAsia="fr-FR"/>
    </w:rPr>
  </w:style>
  <w:style w:type="table" w:styleId="Grilledutableau">
    <w:name w:val="Table Grid"/>
    <w:basedOn w:val="TableauNormal"/>
    <w:uiPriority w:val="39"/>
    <w:rsid w:val="0097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N3">
    <w:name w:val="*PN3"/>
    <w:basedOn w:val="PN2"/>
    <w:qFormat/>
    <w:rsid w:val="00863E15"/>
    <w:pPr>
      <w:numPr>
        <w:ilvl w:val="1"/>
      </w:numPr>
      <w:tabs>
        <w:tab w:val="clear" w:pos="1440"/>
      </w:tabs>
      <w:ind w:left="851" w:hanging="284"/>
    </w:pPr>
    <w:rPr>
      <w:sz w:val="20"/>
      <w:szCs w:val="20"/>
    </w:rPr>
  </w:style>
  <w:style w:type="paragraph" w:customStyle="1" w:styleId="ZEmetteur">
    <w:name w:val="*ZEmetteur"/>
    <w:basedOn w:val="Normal"/>
    <w:qFormat/>
    <w:rsid w:val="00BD7C5D"/>
    <w:pPr>
      <w:spacing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ZTimbre">
    <w:name w:val="*ZTimbre"/>
    <w:basedOn w:val="Normal"/>
    <w:qFormat/>
    <w:rsid w:val="00863E15"/>
    <w:pPr>
      <w:tabs>
        <w:tab w:val="left" w:pos="7230"/>
      </w:tabs>
      <w:spacing w:before="480" w:after="480" w:line="240" w:lineRule="auto"/>
    </w:pPr>
    <w:rPr>
      <w:rFonts w:cs="Arial"/>
      <w:lang w:eastAsia="fr-FR"/>
    </w:rPr>
  </w:style>
  <w:style w:type="paragraph" w:customStyle="1" w:styleId="TitreDoc">
    <w:name w:val="*TitreDoc"/>
    <w:basedOn w:val="Normal"/>
    <w:qFormat/>
    <w:rsid w:val="00863E15"/>
    <w:pPr>
      <w:spacing w:before="480" w:after="840" w:line="240" w:lineRule="auto"/>
      <w:jc w:val="center"/>
    </w:pPr>
    <w:rPr>
      <w:rFonts w:cs="Arial"/>
      <w:b/>
      <w:lang w:eastAsia="fr-FR"/>
    </w:rPr>
  </w:style>
  <w:style w:type="paragraph" w:customStyle="1" w:styleId="ZEts">
    <w:name w:val="*ZEts"/>
    <w:basedOn w:val="Normal"/>
    <w:qFormat/>
    <w:rsid w:val="00863E15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cs="Arial"/>
      <w:lang w:eastAsia="fr-FR"/>
    </w:rPr>
  </w:style>
  <w:style w:type="paragraph" w:customStyle="1" w:styleId="AttSignature">
    <w:name w:val="*AttSignature"/>
    <w:basedOn w:val="Normal"/>
    <w:qFormat/>
    <w:rsid w:val="00BD7C5D"/>
    <w:pPr>
      <w:tabs>
        <w:tab w:val="center" w:pos="8222"/>
      </w:tabs>
      <w:spacing w:before="360" w:after="2160" w:line="240" w:lineRule="auto"/>
      <w:jc w:val="both"/>
    </w:pPr>
    <w:rPr>
      <w:rFonts w:cs="Arial"/>
      <w:lang w:eastAsia="fr-FR"/>
    </w:rPr>
  </w:style>
  <w:style w:type="paragraph" w:customStyle="1" w:styleId="TitreAnnexe">
    <w:name w:val="*TitreAnnexe"/>
    <w:basedOn w:val="Normal"/>
    <w:qFormat/>
    <w:rsid w:val="00BD7C5D"/>
    <w:pPr>
      <w:spacing w:before="120" w:after="240" w:line="240" w:lineRule="auto"/>
      <w:jc w:val="center"/>
    </w:pPr>
    <w:rPr>
      <w:rFonts w:cs="Arial"/>
      <w:b/>
      <w:lang w:eastAsia="fr-FR"/>
    </w:rPr>
  </w:style>
  <w:style w:type="paragraph" w:customStyle="1" w:styleId="LDiffusion">
    <w:name w:val="*LDiffusion"/>
    <w:basedOn w:val="Normal"/>
    <w:link w:val="LDiffusionCar"/>
    <w:qFormat/>
    <w:rsid w:val="00BD7C5D"/>
    <w:pPr>
      <w:tabs>
        <w:tab w:val="left" w:pos="2268"/>
      </w:tabs>
      <w:spacing w:before="240" w:after="0" w:line="240" w:lineRule="auto"/>
      <w:jc w:val="both"/>
    </w:pPr>
    <w:rPr>
      <w:rFonts w:cs="Arial"/>
      <w:lang w:eastAsia="fr-FR"/>
    </w:rPr>
  </w:style>
  <w:style w:type="paragraph" w:customStyle="1" w:styleId="Puce2">
    <w:name w:val="*Puce 2"/>
    <w:basedOn w:val="Normal"/>
    <w:qFormat/>
    <w:rsid w:val="00BD7C5D"/>
    <w:pPr>
      <w:spacing w:before="60" w:after="0" w:line="240" w:lineRule="auto"/>
      <w:ind w:left="567" w:hanging="283"/>
      <w:jc w:val="both"/>
    </w:pPr>
    <w:rPr>
      <w:rFonts w:eastAsia="Times New Roman" w:cs="Times New Roman"/>
      <w:szCs w:val="24"/>
      <w:lang w:eastAsia="fr-FR"/>
    </w:rPr>
  </w:style>
  <w:style w:type="character" w:customStyle="1" w:styleId="LDiffusionCar">
    <w:name w:val="*LDiffusion Car"/>
    <w:basedOn w:val="Policepardfaut"/>
    <w:link w:val="LDiffusion"/>
    <w:rsid w:val="00BD7C5D"/>
    <w:rPr>
      <w:rFonts w:ascii="Arial" w:hAnsi="Arial" w:cs="Arial"/>
      <w:lang w:eastAsia="fr-FR"/>
    </w:rPr>
  </w:style>
  <w:style w:type="paragraph" w:customStyle="1" w:styleId="Titredocument">
    <w:name w:val="Titre document"/>
    <w:basedOn w:val="Normal"/>
    <w:rsid w:val="00863E15"/>
    <w:pPr>
      <w:spacing w:before="120" w:after="0" w:line="240" w:lineRule="auto"/>
      <w:jc w:val="center"/>
    </w:pPr>
    <w:rPr>
      <w:rFonts w:eastAsia="Times New Roman" w:cs="Times New Roman"/>
      <w:szCs w:val="24"/>
      <w:lang w:eastAsia="fr-FR"/>
    </w:rPr>
  </w:style>
  <w:style w:type="paragraph" w:customStyle="1" w:styleId="TitreLT">
    <w:name w:val="*TitreLT"/>
    <w:basedOn w:val="Titredocument"/>
    <w:qFormat/>
    <w:rsid w:val="00BD7C5D"/>
    <w:pPr>
      <w:spacing w:after="120"/>
    </w:pPr>
    <w:rPr>
      <w:bCs/>
      <w:szCs w:val="22"/>
    </w:rPr>
  </w:style>
  <w:style w:type="character" w:customStyle="1" w:styleId="Bas2pageCar">
    <w:name w:val="Bas2page Car"/>
    <w:basedOn w:val="Policepardfaut"/>
    <w:link w:val="Bas2page"/>
    <w:locked/>
    <w:rsid w:val="00BD7C5D"/>
    <w:rPr>
      <w:rFonts w:ascii="Arial" w:eastAsia="Times New Roman" w:hAnsi="Arial" w:cs="Times New Roman"/>
      <w:sz w:val="17"/>
      <w:szCs w:val="17"/>
      <w:lang w:eastAsia="fr-FR"/>
    </w:rPr>
  </w:style>
  <w:style w:type="paragraph" w:customStyle="1" w:styleId="Bas2page">
    <w:name w:val="Bas2page"/>
    <w:basedOn w:val="Corpsdetexte"/>
    <w:link w:val="Bas2pageCar"/>
    <w:qFormat/>
    <w:rsid w:val="00BD7C5D"/>
    <w:pPr>
      <w:pBdr>
        <w:top w:val="single" w:sz="4" w:space="1" w:color="auto"/>
      </w:pBdr>
    </w:pPr>
    <w:rPr>
      <w:sz w:val="17"/>
      <w:szCs w:val="17"/>
    </w:rPr>
  </w:style>
  <w:style w:type="paragraph" w:styleId="Sansinterligne">
    <w:name w:val="No Spacing"/>
    <w:uiPriority w:val="1"/>
    <w:qFormat/>
    <w:rsid w:val="00863E15"/>
    <w:pPr>
      <w:spacing w:after="0" w:line="240" w:lineRule="auto"/>
    </w:pPr>
    <w:rPr>
      <w:rFonts w:ascii="Arial" w:hAnsi="Arial"/>
    </w:rPr>
  </w:style>
  <w:style w:type="paragraph" w:styleId="Titre">
    <w:name w:val="Title"/>
    <w:basedOn w:val="Normal"/>
    <w:next w:val="Normal"/>
    <w:link w:val="TitreCar"/>
    <w:uiPriority w:val="10"/>
    <w:qFormat/>
    <w:rsid w:val="00863E15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63E15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3E1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863E15"/>
    <w:rPr>
      <w:rFonts w:ascii="Arial" w:eastAsiaTheme="minorEastAsia" w:hAnsi="Arial"/>
      <w:color w:val="5A5A5A" w:themeColor="text1" w:themeTint="A5"/>
      <w:spacing w:val="15"/>
    </w:rPr>
  </w:style>
  <w:style w:type="character" w:styleId="Emphaseple">
    <w:name w:val="Subtle Emphasis"/>
    <w:basedOn w:val="Policepardfaut"/>
    <w:uiPriority w:val="19"/>
    <w:qFormat/>
    <w:rsid w:val="00BD7C5D"/>
    <w:rPr>
      <w:i/>
      <w:iCs/>
      <w:noProof w:val="0"/>
      <w:color w:val="404040" w:themeColor="text1" w:themeTint="BF"/>
      <w:lang w:val="fr-FR"/>
    </w:rPr>
  </w:style>
  <w:style w:type="character" w:styleId="Rfrenceintense">
    <w:name w:val="Intense Reference"/>
    <w:basedOn w:val="Policepardfaut"/>
    <w:uiPriority w:val="32"/>
    <w:qFormat/>
    <w:rsid w:val="00BD7C5D"/>
    <w:rPr>
      <w:b/>
      <w:bCs/>
      <w:smallCaps/>
      <w:noProof w:val="0"/>
      <w:color w:val="4F81BD" w:themeColor="accent1"/>
      <w:spacing w:val="5"/>
      <w:lang w:val="fr-FR"/>
    </w:rPr>
  </w:style>
  <w:style w:type="character" w:styleId="Rfrenceple">
    <w:name w:val="Subtle Reference"/>
    <w:basedOn w:val="Policepardfaut"/>
    <w:uiPriority w:val="31"/>
    <w:qFormat/>
    <w:rsid w:val="00BD7C5D"/>
    <w:rPr>
      <w:smallCaps/>
      <w:noProof w:val="0"/>
      <w:color w:val="5A5A5A" w:themeColor="text1" w:themeTint="A5"/>
      <w:lang w:val="fr-FR"/>
    </w:rPr>
  </w:style>
  <w:style w:type="character" w:styleId="Titredulivre">
    <w:name w:val="Book Title"/>
    <w:basedOn w:val="Policepardfaut"/>
    <w:uiPriority w:val="33"/>
    <w:qFormat/>
    <w:rsid w:val="00BD7C5D"/>
    <w:rPr>
      <w:b/>
      <w:bCs/>
      <w:i/>
      <w:iCs/>
      <w:noProof w:val="0"/>
      <w:spacing w:val="5"/>
      <w:lang w:val="fr-FR"/>
    </w:rPr>
  </w:style>
  <w:style w:type="character" w:styleId="Lienhypertexte">
    <w:name w:val="Hyperlink"/>
    <w:basedOn w:val="Policepardfaut"/>
    <w:uiPriority w:val="99"/>
    <w:unhideWhenUsed/>
    <w:rsid w:val="00D36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bastien.ambert@intradef.gouv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belahcene\Documents\CHARTE%20GRAPHIQUE%202023\EMAT_Lettre_NP_LNACRE_V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ce3b14f-4242-4b93-b1a1-ded70c09d50f">
      <UserInfo>
        <DisplayName>LABOUREL Cyrille CDT</DisplayName>
        <AccountId>6779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7FE21-D859-413D-9745-191001212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E8A1B2-BA1C-4B71-8086-FCED49FBD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1A3144-CAFC-45D4-89F8-F949DBEA12CB}">
  <ds:schemaRefs>
    <ds:schemaRef ds:uri="http://schemas.microsoft.com/office/2006/metadata/properties"/>
    <ds:schemaRef ds:uri="http://schemas.microsoft.com/office/infopath/2007/PartnerControls"/>
    <ds:schemaRef ds:uri="8ce3b14f-4242-4b93-b1a1-ded70c09d50f"/>
  </ds:schemaRefs>
</ds:datastoreItem>
</file>

<file path=customXml/itemProps4.xml><?xml version="1.0" encoding="utf-8"?>
<ds:datastoreItem xmlns:ds="http://schemas.openxmlformats.org/officeDocument/2006/customXml" ds:itemID="{3FFD45DA-CC61-40C3-94D7-5706ECBD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EMAT_Lettre_NP_LNACRE_V1.dotx</Template>
  <TotalTime>24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20250114_NP_SID Sud-Est_Modèle de Lettre</vt:lpstr>
    </vt:vector>
  </TitlesOfParts>
  <Company>DC DIRISI SCOE DIV-OPS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20250114_NP_SID Sud-Est_Modèle de Lettre</dc:title>
  <dc:creator>BELAHCENE Khaled CNE</dc:creator>
  <cp:lastModifiedBy>LE CAM Laetitia TSEF 2E CLASSE DEF</cp:lastModifiedBy>
  <cp:revision>9</cp:revision>
  <cp:lastPrinted>2020-06-02T15:27:00Z</cp:lastPrinted>
  <dcterms:created xsi:type="dcterms:W3CDTF">2025-01-24T09:41:00Z</dcterms:created>
  <dcterms:modified xsi:type="dcterms:W3CDTF">2025-06-19T13:20:00Z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  <property fmtid="{D5CDD505-2E9C-101B-9397-08002B2CF9AE}" pid="3" name="poKeywords">
    <vt:lpwstr/>
  </property>
  <property fmtid="{D5CDD505-2E9C-101B-9397-08002B2CF9AE}" pid="4" name="Nature">
    <vt:lpwstr>85;#Modèle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>137;#Administratif|d392817f-be57-4d34-be73-f2bcb058e4a7</vt:lpwstr>
  </property>
  <property fmtid="{D5CDD505-2E9C-101B-9397-08002B2CF9AE}" pid="7" name="Protection">
    <vt:lpwstr>51;#NP|cadf651c-c981-4cf9-9c64-0ba779488b3c</vt:lpwstr>
  </property>
</Properties>
</file>